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83223" w14:textId="77777777" w:rsidR="006F6B82" w:rsidRPr="00BF27D4" w:rsidRDefault="002677DD" w:rsidP="006F6B82">
      <w:pPr>
        <w:suppressAutoHyphens/>
        <w:jc w:val="center"/>
        <w:rPr>
          <w:b/>
          <w:caps/>
          <w:sz w:val="28"/>
          <w:lang w:eastAsia="ar-SA"/>
        </w:rPr>
      </w:pPr>
      <w:r>
        <w:rPr>
          <w:b/>
          <w:caps/>
          <w:sz w:val="28"/>
          <w:lang w:eastAsia="ar-SA"/>
        </w:rPr>
        <w:t>SKUODO</w:t>
      </w:r>
      <w:r w:rsidR="006F6B82" w:rsidRPr="00BF27D4">
        <w:rPr>
          <w:b/>
          <w:caps/>
          <w:sz w:val="28"/>
          <w:lang w:eastAsia="ar-SA"/>
        </w:rPr>
        <w:t xml:space="preserve"> rajono savivaldybės taryba</w:t>
      </w:r>
    </w:p>
    <w:p w14:paraId="52684F37" w14:textId="77777777" w:rsidR="006F6B82" w:rsidRPr="00BF27D4" w:rsidRDefault="006F6B82" w:rsidP="00BF27D4">
      <w:pPr>
        <w:rPr>
          <w:caps/>
          <w:szCs w:val="24"/>
        </w:rPr>
      </w:pPr>
    </w:p>
    <w:p w14:paraId="06B3DD68" w14:textId="77777777" w:rsidR="008B54BC" w:rsidRPr="00FA2D72" w:rsidRDefault="008B54BC" w:rsidP="008B54BC">
      <w:pPr>
        <w:jc w:val="center"/>
        <w:rPr>
          <w:b/>
          <w:szCs w:val="24"/>
        </w:rPr>
      </w:pPr>
      <w:r w:rsidRPr="00FA2D72">
        <w:rPr>
          <w:b/>
          <w:szCs w:val="24"/>
        </w:rPr>
        <w:t>SPRENDIMAS</w:t>
      </w:r>
    </w:p>
    <w:p w14:paraId="3D418BE3" w14:textId="77777777" w:rsidR="008B54BC" w:rsidRPr="00FA2D72" w:rsidRDefault="008B54BC" w:rsidP="008B54BC">
      <w:pPr>
        <w:jc w:val="center"/>
        <w:rPr>
          <w:b/>
          <w:strike/>
          <w:szCs w:val="24"/>
        </w:rPr>
      </w:pPr>
      <w:r w:rsidRPr="00FA2D72">
        <w:rPr>
          <w:b/>
          <w:szCs w:val="24"/>
        </w:rPr>
        <w:t>DĖL SKUODO</w:t>
      </w:r>
      <w:r>
        <w:rPr>
          <w:b/>
          <w:szCs w:val="24"/>
        </w:rPr>
        <w:t xml:space="preserve"> RAJONO SAVIVALDYBĖS FINANSINĖS PARAMOS PIRMĄJĮ BŪSTĄ ĮSIGYJANČIOMS JAUNOMS ŠEIMOMS SKYRIMO TVARKOS APRAŠO PATVIRTINIMO</w:t>
      </w:r>
    </w:p>
    <w:p w14:paraId="16A06AA5" w14:textId="77777777" w:rsidR="008D6EC3" w:rsidRDefault="008D6EC3" w:rsidP="006F6B82">
      <w:pPr>
        <w:jc w:val="center"/>
        <w:rPr>
          <w:b/>
          <w:bCs/>
          <w:szCs w:val="24"/>
        </w:rPr>
      </w:pPr>
      <w:bookmarkStart w:id="0" w:name="_Hlk190244229"/>
    </w:p>
    <w:bookmarkEnd w:id="0"/>
    <w:p w14:paraId="2327F3FD" w14:textId="77777777" w:rsidR="001C578B" w:rsidRPr="001C578B" w:rsidRDefault="001C578B" w:rsidP="006F6B82">
      <w:pPr>
        <w:jc w:val="center"/>
        <w:rPr>
          <w:b/>
          <w:bCs/>
          <w:szCs w:val="24"/>
        </w:rPr>
      </w:pPr>
    </w:p>
    <w:p w14:paraId="4EC805A7" w14:textId="0AFBAA54" w:rsidR="00370FAC" w:rsidRPr="00BF27D4" w:rsidRDefault="006F6B82" w:rsidP="006F6B82">
      <w:pPr>
        <w:jc w:val="center"/>
        <w:rPr>
          <w:szCs w:val="24"/>
        </w:rPr>
      </w:pPr>
      <w:r w:rsidRPr="00BF27D4">
        <w:rPr>
          <w:szCs w:val="24"/>
        </w:rPr>
        <w:t>20</w:t>
      </w:r>
      <w:r w:rsidR="00D003FA">
        <w:rPr>
          <w:szCs w:val="24"/>
        </w:rPr>
        <w:t>2</w:t>
      </w:r>
      <w:r w:rsidR="00F66087">
        <w:rPr>
          <w:szCs w:val="24"/>
        </w:rPr>
        <w:t>5</w:t>
      </w:r>
      <w:r w:rsidRPr="00BF27D4">
        <w:rPr>
          <w:szCs w:val="24"/>
        </w:rPr>
        <w:t xml:space="preserve"> m.</w:t>
      </w:r>
      <w:r w:rsidR="002C0C62">
        <w:rPr>
          <w:szCs w:val="24"/>
        </w:rPr>
        <w:t xml:space="preserve"> </w:t>
      </w:r>
      <w:r w:rsidR="008B54BC">
        <w:rPr>
          <w:szCs w:val="24"/>
        </w:rPr>
        <w:t>kovo</w:t>
      </w:r>
      <w:r w:rsidR="00F66087">
        <w:rPr>
          <w:szCs w:val="24"/>
        </w:rPr>
        <w:t xml:space="preserve"> </w:t>
      </w:r>
      <w:r w:rsidR="00C52529">
        <w:rPr>
          <w:szCs w:val="24"/>
        </w:rPr>
        <w:t xml:space="preserve">19 </w:t>
      </w:r>
      <w:r w:rsidRPr="00BF27D4">
        <w:rPr>
          <w:szCs w:val="24"/>
        </w:rPr>
        <w:t xml:space="preserve">d. Nr. </w:t>
      </w:r>
      <w:r w:rsidR="009C4AF5" w:rsidRPr="00BF27D4">
        <w:rPr>
          <w:szCs w:val="24"/>
        </w:rPr>
        <w:t>T</w:t>
      </w:r>
      <w:r w:rsidR="00497DD1">
        <w:rPr>
          <w:szCs w:val="24"/>
        </w:rPr>
        <w:t>10-</w:t>
      </w:r>
      <w:r w:rsidR="00C52529">
        <w:rPr>
          <w:szCs w:val="24"/>
        </w:rPr>
        <w:t>88</w:t>
      </w:r>
    </w:p>
    <w:p w14:paraId="6A8DC237" w14:textId="77777777" w:rsidR="006F6B82" w:rsidRDefault="00434036" w:rsidP="006F6B82">
      <w:pPr>
        <w:jc w:val="center"/>
        <w:rPr>
          <w:szCs w:val="24"/>
        </w:rPr>
      </w:pPr>
      <w:r>
        <w:rPr>
          <w:szCs w:val="24"/>
        </w:rPr>
        <w:t>S</w:t>
      </w:r>
      <w:r w:rsidR="002677DD">
        <w:rPr>
          <w:szCs w:val="24"/>
        </w:rPr>
        <w:t>kuodas</w:t>
      </w:r>
    </w:p>
    <w:p w14:paraId="5B609D0F" w14:textId="77777777" w:rsidR="00414796" w:rsidRPr="00BF27D4" w:rsidRDefault="00414796" w:rsidP="006F6B82">
      <w:pPr>
        <w:jc w:val="center"/>
        <w:rPr>
          <w:szCs w:val="24"/>
        </w:rPr>
      </w:pPr>
    </w:p>
    <w:p w14:paraId="24762390" w14:textId="77777777" w:rsidR="00434036" w:rsidRDefault="00434036" w:rsidP="00414796">
      <w:pPr>
        <w:ind w:firstLine="1247"/>
        <w:jc w:val="both"/>
      </w:pPr>
    </w:p>
    <w:p w14:paraId="633F205B" w14:textId="77777777" w:rsidR="008B54BC" w:rsidRDefault="008B54BC" w:rsidP="008B54BC">
      <w:pPr>
        <w:tabs>
          <w:tab w:val="left" w:pos="7044"/>
        </w:tabs>
        <w:ind w:firstLine="1276"/>
        <w:jc w:val="both"/>
      </w:pPr>
      <w:r w:rsidRPr="00B709EA">
        <w:rPr>
          <w:color w:val="000000"/>
        </w:rPr>
        <w:t xml:space="preserve">Vadovaudamasi Lietuvos Respublikos vietos savivaldos įstatymo </w:t>
      </w:r>
      <w:r w:rsidRPr="00B709EA">
        <w:rPr>
          <w:bCs/>
          <w:color w:val="000000"/>
        </w:rPr>
        <w:t>15</w:t>
      </w:r>
      <w:r w:rsidRPr="00B709EA">
        <w:rPr>
          <w:color w:val="000000"/>
        </w:rPr>
        <w:t xml:space="preserve"> straipsnio 2 dalies </w:t>
      </w:r>
      <w:r>
        <w:rPr>
          <w:color w:val="000000"/>
        </w:rPr>
        <w:t>30</w:t>
      </w:r>
      <w:r w:rsidRPr="00B709EA">
        <w:rPr>
          <w:color w:val="000000"/>
        </w:rPr>
        <w:t xml:space="preserve"> punktu, Lietuvos </w:t>
      </w:r>
      <w:r w:rsidRPr="00CD24B0">
        <w:t xml:space="preserve">Respublikos </w:t>
      </w:r>
      <w:r>
        <w:t xml:space="preserve">finansinės paskatos pirmąjį būstą įsigyjančioms jaunoms šeimoms įstatymo 4 straipsnio 3 dalimi, Skuodo rajono savivaldybės taryba </w:t>
      </w:r>
      <w:r w:rsidRPr="003B6ACE">
        <w:rPr>
          <w:spacing w:val="40"/>
        </w:rPr>
        <w:t>nusprendži</w:t>
      </w:r>
      <w:r>
        <w:t>a:</w:t>
      </w:r>
    </w:p>
    <w:p w14:paraId="07C9231F" w14:textId="77777777" w:rsidR="008B54BC" w:rsidRPr="0058597B" w:rsidRDefault="00734498" w:rsidP="008B54BC">
      <w:pPr>
        <w:ind w:right="-1" w:firstLine="1276"/>
        <w:jc w:val="both"/>
      </w:pPr>
      <w:r>
        <w:t>P</w:t>
      </w:r>
      <w:r w:rsidR="008B54BC">
        <w:t xml:space="preserve">atvirtinti </w:t>
      </w:r>
      <w:r w:rsidR="008B54BC" w:rsidRPr="0058597B">
        <w:t xml:space="preserve">Skuodo </w:t>
      </w:r>
      <w:r w:rsidR="008B54BC">
        <w:t>rajono savivaldybės finansinės paramos pirmąjį būstą įsigyjančioms jaunoms šeimoms skyrimo tvarkos aprašą (pridedama).</w:t>
      </w:r>
    </w:p>
    <w:p w14:paraId="4A550A7E" w14:textId="77777777" w:rsidR="00A77D82" w:rsidRDefault="00A77D82" w:rsidP="00C306A1">
      <w:pPr>
        <w:ind w:firstLine="851"/>
        <w:jc w:val="both"/>
      </w:pPr>
    </w:p>
    <w:p w14:paraId="3B806063" w14:textId="77777777" w:rsidR="00A77D82" w:rsidRDefault="00A77D82" w:rsidP="00C306A1">
      <w:pPr>
        <w:ind w:firstLine="851"/>
        <w:jc w:val="both"/>
      </w:pPr>
    </w:p>
    <w:p w14:paraId="6DE6A3B7" w14:textId="77777777" w:rsidR="00611F13" w:rsidRDefault="00611F13" w:rsidP="00C306A1">
      <w:pPr>
        <w:ind w:firstLine="851"/>
        <w:jc w:val="both"/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611F13" w14:paraId="49D77680" w14:textId="77777777" w:rsidTr="00611F13">
        <w:tc>
          <w:tcPr>
            <w:tcW w:w="4814" w:type="dxa"/>
          </w:tcPr>
          <w:p w14:paraId="7D2AD148" w14:textId="7882B2A1" w:rsidR="00611F13" w:rsidRDefault="00611F13" w:rsidP="00611F13">
            <w:pPr>
              <w:tabs>
                <w:tab w:val="right" w:pos="9638"/>
              </w:tabs>
              <w:ind w:hanging="108"/>
            </w:pPr>
            <w:r>
              <w:t>Savivaldybės meras</w:t>
            </w:r>
          </w:p>
        </w:tc>
        <w:tc>
          <w:tcPr>
            <w:tcW w:w="4814" w:type="dxa"/>
          </w:tcPr>
          <w:p w14:paraId="6EABA4A0" w14:textId="77777777" w:rsidR="00611F13" w:rsidRDefault="00611F13" w:rsidP="00A72770">
            <w:pPr>
              <w:tabs>
                <w:tab w:val="right" w:pos="9638"/>
              </w:tabs>
            </w:pPr>
          </w:p>
        </w:tc>
      </w:tr>
    </w:tbl>
    <w:p w14:paraId="47404F2B" w14:textId="16F7891B" w:rsidR="00A72770" w:rsidRDefault="00A72770" w:rsidP="00A72770">
      <w:pPr>
        <w:tabs>
          <w:tab w:val="right" w:pos="9638"/>
        </w:tabs>
      </w:pPr>
    </w:p>
    <w:p w14:paraId="092A0788" w14:textId="77777777" w:rsidR="0059774C" w:rsidRDefault="0059774C" w:rsidP="0039042B">
      <w:pPr>
        <w:jc w:val="both"/>
      </w:pPr>
    </w:p>
    <w:p w14:paraId="2C6F96E4" w14:textId="77777777" w:rsidR="0015254B" w:rsidRDefault="0015254B" w:rsidP="0039042B">
      <w:pPr>
        <w:jc w:val="both"/>
      </w:pPr>
    </w:p>
    <w:p w14:paraId="4FFC824B" w14:textId="77777777" w:rsidR="00C3085E" w:rsidRDefault="00C3085E" w:rsidP="0039042B">
      <w:pPr>
        <w:jc w:val="both"/>
      </w:pPr>
    </w:p>
    <w:p w14:paraId="251F4C71" w14:textId="77777777" w:rsidR="00C3085E" w:rsidRDefault="00C3085E" w:rsidP="0039042B">
      <w:pPr>
        <w:jc w:val="both"/>
      </w:pPr>
    </w:p>
    <w:p w14:paraId="3CC452AF" w14:textId="77777777" w:rsidR="00C3085E" w:rsidRDefault="00C3085E" w:rsidP="0039042B">
      <w:pPr>
        <w:jc w:val="both"/>
      </w:pPr>
    </w:p>
    <w:p w14:paraId="52A4CFED" w14:textId="77777777" w:rsidR="00C3085E" w:rsidRDefault="00C3085E" w:rsidP="0039042B">
      <w:pPr>
        <w:jc w:val="both"/>
      </w:pPr>
    </w:p>
    <w:p w14:paraId="17C99476" w14:textId="77777777" w:rsidR="00C3085E" w:rsidRDefault="00C3085E" w:rsidP="0039042B">
      <w:pPr>
        <w:jc w:val="both"/>
      </w:pPr>
    </w:p>
    <w:p w14:paraId="2B5132C8" w14:textId="77777777" w:rsidR="00C3085E" w:rsidRDefault="00C3085E" w:rsidP="0039042B">
      <w:pPr>
        <w:jc w:val="both"/>
      </w:pPr>
    </w:p>
    <w:p w14:paraId="6515FA2C" w14:textId="77777777" w:rsidR="00C3085E" w:rsidRDefault="00C3085E" w:rsidP="0039042B">
      <w:pPr>
        <w:jc w:val="both"/>
      </w:pPr>
    </w:p>
    <w:p w14:paraId="172B49D2" w14:textId="77777777" w:rsidR="00C3085E" w:rsidRDefault="00C3085E" w:rsidP="0039042B">
      <w:pPr>
        <w:jc w:val="both"/>
      </w:pPr>
    </w:p>
    <w:p w14:paraId="72BBBCFA" w14:textId="77777777" w:rsidR="00C3085E" w:rsidRDefault="00C3085E" w:rsidP="0039042B">
      <w:pPr>
        <w:jc w:val="both"/>
      </w:pPr>
    </w:p>
    <w:p w14:paraId="274DABCC" w14:textId="77777777" w:rsidR="00C3085E" w:rsidRDefault="00C3085E" w:rsidP="0039042B">
      <w:pPr>
        <w:jc w:val="both"/>
      </w:pPr>
    </w:p>
    <w:p w14:paraId="69C47704" w14:textId="77777777" w:rsidR="00C3085E" w:rsidRDefault="00C3085E" w:rsidP="0039042B">
      <w:pPr>
        <w:jc w:val="both"/>
      </w:pPr>
    </w:p>
    <w:p w14:paraId="3116C05A" w14:textId="77777777" w:rsidR="00C3085E" w:rsidRDefault="00C3085E" w:rsidP="0039042B">
      <w:pPr>
        <w:jc w:val="both"/>
      </w:pPr>
    </w:p>
    <w:p w14:paraId="50DE05C0" w14:textId="77777777" w:rsidR="00C3085E" w:rsidRDefault="00C3085E" w:rsidP="0039042B">
      <w:pPr>
        <w:jc w:val="both"/>
      </w:pPr>
    </w:p>
    <w:p w14:paraId="708F7468" w14:textId="77777777" w:rsidR="00C3085E" w:rsidRDefault="00C3085E" w:rsidP="0039042B">
      <w:pPr>
        <w:jc w:val="both"/>
      </w:pPr>
    </w:p>
    <w:p w14:paraId="4A71BBEE" w14:textId="77777777" w:rsidR="00BA73E8" w:rsidRDefault="00BA73E8" w:rsidP="0039042B">
      <w:pPr>
        <w:jc w:val="both"/>
      </w:pPr>
    </w:p>
    <w:p w14:paraId="084386EF" w14:textId="77777777" w:rsidR="00BA73E8" w:rsidRDefault="00BA73E8" w:rsidP="0039042B">
      <w:pPr>
        <w:jc w:val="both"/>
      </w:pPr>
    </w:p>
    <w:p w14:paraId="219C40C3" w14:textId="77777777" w:rsidR="00BA73E8" w:rsidRDefault="00BA73E8" w:rsidP="0039042B">
      <w:pPr>
        <w:jc w:val="both"/>
      </w:pPr>
    </w:p>
    <w:p w14:paraId="026D4CB0" w14:textId="77777777" w:rsidR="00BA73E8" w:rsidRDefault="00BA73E8" w:rsidP="0039042B">
      <w:pPr>
        <w:jc w:val="both"/>
      </w:pPr>
    </w:p>
    <w:p w14:paraId="3623B93B" w14:textId="77777777" w:rsidR="00C3085E" w:rsidRDefault="00C3085E" w:rsidP="0039042B">
      <w:pPr>
        <w:jc w:val="both"/>
      </w:pPr>
    </w:p>
    <w:p w14:paraId="1385D63E" w14:textId="77777777" w:rsidR="008B54BC" w:rsidRDefault="008B54BC" w:rsidP="0039042B">
      <w:pPr>
        <w:jc w:val="both"/>
      </w:pPr>
    </w:p>
    <w:p w14:paraId="1078CFC9" w14:textId="77777777" w:rsidR="008B54BC" w:rsidRDefault="008B54BC" w:rsidP="0039042B">
      <w:pPr>
        <w:jc w:val="both"/>
      </w:pPr>
    </w:p>
    <w:p w14:paraId="05C7FB89" w14:textId="77777777" w:rsidR="008B54BC" w:rsidRDefault="008B54BC" w:rsidP="0039042B">
      <w:pPr>
        <w:jc w:val="both"/>
      </w:pPr>
    </w:p>
    <w:p w14:paraId="64095C02" w14:textId="77777777" w:rsidR="008B54BC" w:rsidRDefault="008B54BC" w:rsidP="0039042B">
      <w:pPr>
        <w:jc w:val="both"/>
      </w:pPr>
    </w:p>
    <w:p w14:paraId="561B9D21" w14:textId="77777777" w:rsidR="008B54BC" w:rsidRDefault="008B54BC" w:rsidP="0039042B">
      <w:pPr>
        <w:jc w:val="both"/>
      </w:pPr>
    </w:p>
    <w:p w14:paraId="7C67E41C" w14:textId="77777777" w:rsidR="008B54BC" w:rsidRDefault="008B54BC" w:rsidP="0039042B">
      <w:pPr>
        <w:jc w:val="both"/>
      </w:pPr>
    </w:p>
    <w:p w14:paraId="38A7004E" w14:textId="77777777" w:rsidR="008B54BC" w:rsidRDefault="008B54BC" w:rsidP="0039042B">
      <w:pPr>
        <w:jc w:val="both"/>
      </w:pPr>
    </w:p>
    <w:p w14:paraId="79C38D2B" w14:textId="6B3CAFC5" w:rsidR="00C3085E" w:rsidRDefault="00BA73E8" w:rsidP="0039042B">
      <w:pPr>
        <w:jc w:val="both"/>
      </w:pPr>
      <w:r>
        <w:t xml:space="preserve">Raivara Bendikienė, </w:t>
      </w:r>
      <w:r w:rsidR="00C3085E">
        <w:t>tel.</w:t>
      </w:r>
      <w:r>
        <w:t xml:space="preserve"> 0 647 37 026</w:t>
      </w:r>
    </w:p>
    <w:sectPr w:rsidR="00C3085E" w:rsidSect="008F4831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86654F" w14:textId="77777777" w:rsidR="00994012" w:rsidRDefault="00994012">
      <w:r>
        <w:separator/>
      </w:r>
    </w:p>
  </w:endnote>
  <w:endnote w:type="continuationSeparator" w:id="0">
    <w:p w14:paraId="0B43BAF2" w14:textId="77777777" w:rsidR="00994012" w:rsidRDefault="00994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7496E7" w14:textId="77777777" w:rsidR="00994012" w:rsidRDefault="00994012">
      <w:r>
        <w:separator/>
      </w:r>
    </w:p>
  </w:footnote>
  <w:footnote w:type="continuationSeparator" w:id="0">
    <w:p w14:paraId="46689B86" w14:textId="77777777" w:rsidR="00994012" w:rsidRDefault="009940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8CF870" w14:textId="77777777" w:rsidR="00497DD1" w:rsidRDefault="00497DD1" w:rsidP="00497DD1">
    <w:pPr>
      <w:pStyle w:val="Antrats"/>
      <w:jc w:val="right"/>
      <w:rPr>
        <w:b/>
        <w:bCs/>
      </w:rPr>
    </w:pPr>
    <w:r>
      <w:rPr>
        <w:b/>
        <w:bCs/>
        <w:i/>
        <w:iCs/>
        <w:szCs w:val="24"/>
      </w:rPr>
      <w:t>Projektas</w:t>
    </w:r>
  </w:p>
  <w:p w14:paraId="1F23B582" w14:textId="77777777" w:rsidR="00497DD1" w:rsidRDefault="00497DD1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13D3D"/>
    <w:multiLevelType w:val="hybridMultilevel"/>
    <w:tmpl w:val="4B5C69A0"/>
    <w:lvl w:ilvl="0" w:tplc="AC085960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56" w:hanging="360"/>
      </w:pPr>
    </w:lvl>
    <w:lvl w:ilvl="2" w:tplc="0427001B" w:tentative="1">
      <w:start w:val="1"/>
      <w:numFmt w:val="lowerRoman"/>
      <w:lvlText w:val="%3."/>
      <w:lvlJc w:val="right"/>
      <w:pPr>
        <w:ind w:left="3076" w:hanging="180"/>
      </w:pPr>
    </w:lvl>
    <w:lvl w:ilvl="3" w:tplc="0427000F" w:tentative="1">
      <w:start w:val="1"/>
      <w:numFmt w:val="decimal"/>
      <w:lvlText w:val="%4."/>
      <w:lvlJc w:val="left"/>
      <w:pPr>
        <w:ind w:left="3796" w:hanging="360"/>
      </w:pPr>
    </w:lvl>
    <w:lvl w:ilvl="4" w:tplc="04270019" w:tentative="1">
      <w:start w:val="1"/>
      <w:numFmt w:val="lowerLetter"/>
      <w:lvlText w:val="%5."/>
      <w:lvlJc w:val="left"/>
      <w:pPr>
        <w:ind w:left="4516" w:hanging="360"/>
      </w:pPr>
    </w:lvl>
    <w:lvl w:ilvl="5" w:tplc="0427001B" w:tentative="1">
      <w:start w:val="1"/>
      <w:numFmt w:val="lowerRoman"/>
      <w:lvlText w:val="%6."/>
      <w:lvlJc w:val="right"/>
      <w:pPr>
        <w:ind w:left="5236" w:hanging="180"/>
      </w:pPr>
    </w:lvl>
    <w:lvl w:ilvl="6" w:tplc="0427000F" w:tentative="1">
      <w:start w:val="1"/>
      <w:numFmt w:val="decimal"/>
      <w:lvlText w:val="%7."/>
      <w:lvlJc w:val="left"/>
      <w:pPr>
        <w:ind w:left="5956" w:hanging="360"/>
      </w:pPr>
    </w:lvl>
    <w:lvl w:ilvl="7" w:tplc="04270019" w:tentative="1">
      <w:start w:val="1"/>
      <w:numFmt w:val="lowerLetter"/>
      <w:lvlText w:val="%8."/>
      <w:lvlJc w:val="left"/>
      <w:pPr>
        <w:ind w:left="6676" w:hanging="360"/>
      </w:pPr>
    </w:lvl>
    <w:lvl w:ilvl="8" w:tplc="0427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59C650F8"/>
    <w:multiLevelType w:val="hybridMultilevel"/>
    <w:tmpl w:val="8514CA4C"/>
    <w:lvl w:ilvl="0" w:tplc="17AEB648">
      <w:start w:val="3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5E8613C6"/>
    <w:multiLevelType w:val="hybridMultilevel"/>
    <w:tmpl w:val="F12842E4"/>
    <w:lvl w:ilvl="0" w:tplc="E96A09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74AC3927"/>
    <w:multiLevelType w:val="hybridMultilevel"/>
    <w:tmpl w:val="A9D28AD6"/>
    <w:lvl w:ilvl="0" w:tplc="E736C262">
      <w:start w:val="1"/>
      <w:numFmt w:val="decimal"/>
      <w:lvlText w:val="%1."/>
      <w:lvlJc w:val="left"/>
      <w:pPr>
        <w:ind w:left="1260" w:hanging="360"/>
      </w:pPr>
    </w:lvl>
    <w:lvl w:ilvl="1" w:tplc="04270019">
      <w:start w:val="1"/>
      <w:numFmt w:val="lowerLetter"/>
      <w:lvlText w:val="%2."/>
      <w:lvlJc w:val="left"/>
      <w:pPr>
        <w:ind w:left="1980" w:hanging="360"/>
      </w:pPr>
    </w:lvl>
    <w:lvl w:ilvl="2" w:tplc="0427001B">
      <w:start w:val="1"/>
      <w:numFmt w:val="lowerRoman"/>
      <w:lvlText w:val="%3."/>
      <w:lvlJc w:val="right"/>
      <w:pPr>
        <w:ind w:left="2700" w:hanging="180"/>
      </w:pPr>
    </w:lvl>
    <w:lvl w:ilvl="3" w:tplc="0427000F">
      <w:start w:val="1"/>
      <w:numFmt w:val="decimal"/>
      <w:lvlText w:val="%4."/>
      <w:lvlJc w:val="left"/>
      <w:pPr>
        <w:ind w:left="3420" w:hanging="360"/>
      </w:pPr>
    </w:lvl>
    <w:lvl w:ilvl="4" w:tplc="04270019">
      <w:start w:val="1"/>
      <w:numFmt w:val="lowerLetter"/>
      <w:lvlText w:val="%5."/>
      <w:lvlJc w:val="left"/>
      <w:pPr>
        <w:ind w:left="4140" w:hanging="360"/>
      </w:pPr>
    </w:lvl>
    <w:lvl w:ilvl="5" w:tplc="0427001B">
      <w:start w:val="1"/>
      <w:numFmt w:val="lowerRoman"/>
      <w:lvlText w:val="%6."/>
      <w:lvlJc w:val="right"/>
      <w:pPr>
        <w:ind w:left="4860" w:hanging="180"/>
      </w:pPr>
    </w:lvl>
    <w:lvl w:ilvl="6" w:tplc="0427000F">
      <w:start w:val="1"/>
      <w:numFmt w:val="decimal"/>
      <w:lvlText w:val="%7."/>
      <w:lvlJc w:val="left"/>
      <w:pPr>
        <w:ind w:left="5580" w:hanging="360"/>
      </w:pPr>
    </w:lvl>
    <w:lvl w:ilvl="7" w:tplc="04270019">
      <w:start w:val="1"/>
      <w:numFmt w:val="lowerLetter"/>
      <w:lvlText w:val="%8."/>
      <w:lvlJc w:val="left"/>
      <w:pPr>
        <w:ind w:left="6300" w:hanging="360"/>
      </w:pPr>
    </w:lvl>
    <w:lvl w:ilvl="8" w:tplc="0427001B">
      <w:start w:val="1"/>
      <w:numFmt w:val="lowerRoman"/>
      <w:lvlText w:val="%9."/>
      <w:lvlJc w:val="right"/>
      <w:pPr>
        <w:ind w:left="7020" w:hanging="180"/>
      </w:pPr>
    </w:lvl>
  </w:abstractNum>
  <w:num w:numId="1" w16cid:durableId="17199358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90634355">
    <w:abstractNumId w:val="3"/>
  </w:num>
  <w:num w:numId="3" w16cid:durableId="888683770">
    <w:abstractNumId w:val="2"/>
  </w:num>
  <w:num w:numId="4" w16cid:durableId="1980308249">
    <w:abstractNumId w:val="1"/>
  </w:num>
  <w:num w:numId="5" w16cid:durableId="14664350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C1D"/>
    <w:rsid w:val="00005AB5"/>
    <w:rsid w:val="0001520F"/>
    <w:rsid w:val="00043FA6"/>
    <w:rsid w:val="00056121"/>
    <w:rsid w:val="00056D0A"/>
    <w:rsid w:val="0006336D"/>
    <w:rsid w:val="0006710D"/>
    <w:rsid w:val="0008309C"/>
    <w:rsid w:val="000970BC"/>
    <w:rsid w:val="000A3D70"/>
    <w:rsid w:val="000B43B0"/>
    <w:rsid w:val="000C0FC5"/>
    <w:rsid w:val="000D1F18"/>
    <w:rsid w:val="000E7D3B"/>
    <w:rsid w:val="00101FB4"/>
    <w:rsid w:val="00113058"/>
    <w:rsid w:val="00114F5B"/>
    <w:rsid w:val="001168C1"/>
    <w:rsid w:val="0013068F"/>
    <w:rsid w:val="001314BF"/>
    <w:rsid w:val="001324DC"/>
    <w:rsid w:val="00140BB4"/>
    <w:rsid w:val="00142808"/>
    <w:rsid w:val="00143F33"/>
    <w:rsid w:val="00144EA8"/>
    <w:rsid w:val="0015254B"/>
    <w:rsid w:val="00170AC6"/>
    <w:rsid w:val="00171452"/>
    <w:rsid w:val="001737B6"/>
    <w:rsid w:val="00176CA9"/>
    <w:rsid w:val="00187D2C"/>
    <w:rsid w:val="001A48C5"/>
    <w:rsid w:val="001A51DF"/>
    <w:rsid w:val="001B18AD"/>
    <w:rsid w:val="001B4142"/>
    <w:rsid w:val="001C578B"/>
    <w:rsid w:val="001C7E48"/>
    <w:rsid w:val="001D2B2F"/>
    <w:rsid w:val="001D5E6E"/>
    <w:rsid w:val="001E0B4A"/>
    <w:rsid w:val="001F5E92"/>
    <w:rsid w:val="001F7F88"/>
    <w:rsid w:val="002063E4"/>
    <w:rsid w:val="00215B4E"/>
    <w:rsid w:val="00216222"/>
    <w:rsid w:val="002230C3"/>
    <w:rsid w:val="00230D54"/>
    <w:rsid w:val="002337F3"/>
    <w:rsid w:val="00242B03"/>
    <w:rsid w:val="00246733"/>
    <w:rsid w:val="002677DD"/>
    <w:rsid w:val="002C0C62"/>
    <w:rsid w:val="002C160B"/>
    <w:rsid w:val="002C3014"/>
    <w:rsid w:val="002F2220"/>
    <w:rsid w:val="002F5826"/>
    <w:rsid w:val="00324031"/>
    <w:rsid w:val="00342D79"/>
    <w:rsid w:val="00346BC0"/>
    <w:rsid w:val="0035227C"/>
    <w:rsid w:val="00356B01"/>
    <w:rsid w:val="00363273"/>
    <w:rsid w:val="00364F96"/>
    <w:rsid w:val="0036621B"/>
    <w:rsid w:val="00370FAC"/>
    <w:rsid w:val="00383001"/>
    <w:rsid w:val="003856DD"/>
    <w:rsid w:val="0039042B"/>
    <w:rsid w:val="003904E6"/>
    <w:rsid w:val="00391756"/>
    <w:rsid w:val="00397E6C"/>
    <w:rsid w:val="003A4903"/>
    <w:rsid w:val="003B0618"/>
    <w:rsid w:val="003D6BA6"/>
    <w:rsid w:val="003F257B"/>
    <w:rsid w:val="003F3051"/>
    <w:rsid w:val="00407F40"/>
    <w:rsid w:val="00414096"/>
    <w:rsid w:val="00414796"/>
    <w:rsid w:val="00434036"/>
    <w:rsid w:val="004343C8"/>
    <w:rsid w:val="0044266D"/>
    <w:rsid w:val="00447217"/>
    <w:rsid w:val="0045016E"/>
    <w:rsid w:val="00451DCC"/>
    <w:rsid w:val="00452D4E"/>
    <w:rsid w:val="00455410"/>
    <w:rsid w:val="00457CCD"/>
    <w:rsid w:val="004730C0"/>
    <w:rsid w:val="00473BE9"/>
    <w:rsid w:val="004856B1"/>
    <w:rsid w:val="00486BE1"/>
    <w:rsid w:val="00497DD1"/>
    <w:rsid w:val="004A0F28"/>
    <w:rsid w:val="004A1A42"/>
    <w:rsid w:val="004A57D8"/>
    <w:rsid w:val="004B3FB8"/>
    <w:rsid w:val="004C7C86"/>
    <w:rsid w:val="004E3F19"/>
    <w:rsid w:val="00501CA7"/>
    <w:rsid w:val="00501D0B"/>
    <w:rsid w:val="00517161"/>
    <w:rsid w:val="00530AF2"/>
    <w:rsid w:val="005350F0"/>
    <w:rsid w:val="00536DB1"/>
    <w:rsid w:val="005462DA"/>
    <w:rsid w:val="005719BD"/>
    <w:rsid w:val="005749A0"/>
    <w:rsid w:val="0058255D"/>
    <w:rsid w:val="00595203"/>
    <w:rsid w:val="005972DA"/>
    <w:rsid w:val="0059774C"/>
    <w:rsid w:val="005A6F86"/>
    <w:rsid w:val="005F01E2"/>
    <w:rsid w:val="005F3812"/>
    <w:rsid w:val="005F5622"/>
    <w:rsid w:val="00603D74"/>
    <w:rsid w:val="00607106"/>
    <w:rsid w:val="00611F13"/>
    <w:rsid w:val="00623C69"/>
    <w:rsid w:val="0062707E"/>
    <w:rsid w:val="00642FAB"/>
    <w:rsid w:val="00643F93"/>
    <w:rsid w:val="00651843"/>
    <w:rsid w:val="006568D9"/>
    <w:rsid w:val="006760E3"/>
    <w:rsid w:val="006A10FB"/>
    <w:rsid w:val="006B2F5F"/>
    <w:rsid w:val="006B69B5"/>
    <w:rsid w:val="006C237D"/>
    <w:rsid w:val="006E23C1"/>
    <w:rsid w:val="006E749F"/>
    <w:rsid w:val="006F6B82"/>
    <w:rsid w:val="007038A9"/>
    <w:rsid w:val="00716349"/>
    <w:rsid w:val="00722981"/>
    <w:rsid w:val="0073281E"/>
    <w:rsid w:val="00734498"/>
    <w:rsid w:val="00736227"/>
    <w:rsid w:val="007521B7"/>
    <w:rsid w:val="00757F5B"/>
    <w:rsid w:val="007620FF"/>
    <w:rsid w:val="0076589F"/>
    <w:rsid w:val="0077044A"/>
    <w:rsid w:val="00772E81"/>
    <w:rsid w:val="0079728E"/>
    <w:rsid w:val="007A6DFE"/>
    <w:rsid w:val="007B2BB9"/>
    <w:rsid w:val="007B5082"/>
    <w:rsid w:val="007B71C2"/>
    <w:rsid w:val="007C5449"/>
    <w:rsid w:val="007C73D5"/>
    <w:rsid w:val="007C7C66"/>
    <w:rsid w:val="007D4097"/>
    <w:rsid w:val="007F193C"/>
    <w:rsid w:val="00800C79"/>
    <w:rsid w:val="00813520"/>
    <w:rsid w:val="008151FA"/>
    <w:rsid w:val="00825AEA"/>
    <w:rsid w:val="008470AA"/>
    <w:rsid w:val="00850177"/>
    <w:rsid w:val="00852A46"/>
    <w:rsid w:val="00855893"/>
    <w:rsid w:val="00861F25"/>
    <w:rsid w:val="00862E8F"/>
    <w:rsid w:val="00876936"/>
    <w:rsid w:val="0088151B"/>
    <w:rsid w:val="00882483"/>
    <w:rsid w:val="00892A79"/>
    <w:rsid w:val="00896733"/>
    <w:rsid w:val="008B54BC"/>
    <w:rsid w:val="008D566E"/>
    <w:rsid w:val="008D6EC3"/>
    <w:rsid w:val="008D7D3F"/>
    <w:rsid w:val="008F1DC7"/>
    <w:rsid w:val="008F4831"/>
    <w:rsid w:val="008F78EA"/>
    <w:rsid w:val="009121E4"/>
    <w:rsid w:val="0091412B"/>
    <w:rsid w:val="00914486"/>
    <w:rsid w:val="00916C79"/>
    <w:rsid w:val="009320A8"/>
    <w:rsid w:val="00934BF7"/>
    <w:rsid w:val="00943AD4"/>
    <w:rsid w:val="009573FF"/>
    <w:rsid w:val="00965348"/>
    <w:rsid w:val="00980F90"/>
    <w:rsid w:val="009900B3"/>
    <w:rsid w:val="00994012"/>
    <w:rsid w:val="009A37D4"/>
    <w:rsid w:val="009B385C"/>
    <w:rsid w:val="009B3CAD"/>
    <w:rsid w:val="009B4685"/>
    <w:rsid w:val="009C0B02"/>
    <w:rsid w:val="009C4AF5"/>
    <w:rsid w:val="009F0171"/>
    <w:rsid w:val="009F0FD6"/>
    <w:rsid w:val="00A0330D"/>
    <w:rsid w:val="00A10FED"/>
    <w:rsid w:val="00A152F4"/>
    <w:rsid w:val="00A20DC0"/>
    <w:rsid w:val="00A20E77"/>
    <w:rsid w:val="00A24DBA"/>
    <w:rsid w:val="00A408E4"/>
    <w:rsid w:val="00A416A2"/>
    <w:rsid w:val="00A472F6"/>
    <w:rsid w:val="00A71826"/>
    <w:rsid w:val="00A71A7B"/>
    <w:rsid w:val="00A72770"/>
    <w:rsid w:val="00A7444D"/>
    <w:rsid w:val="00A77D82"/>
    <w:rsid w:val="00A819D6"/>
    <w:rsid w:val="00A835E8"/>
    <w:rsid w:val="00A91583"/>
    <w:rsid w:val="00AB13B9"/>
    <w:rsid w:val="00AB1B18"/>
    <w:rsid w:val="00AC4B8C"/>
    <w:rsid w:val="00AE221D"/>
    <w:rsid w:val="00AF2495"/>
    <w:rsid w:val="00AF3C19"/>
    <w:rsid w:val="00AF4B9C"/>
    <w:rsid w:val="00B05669"/>
    <w:rsid w:val="00B10006"/>
    <w:rsid w:val="00B168AF"/>
    <w:rsid w:val="00B46F68"/>
    <w:rsid w:val="00B52066"/>
    <w:rsid w:val="00B61ACA"/>
    <w:rsid w:val="00B920EE"/>
    <w:rsid w:val="00B92D26"/>
    <w:rsid w:val="00BA3226"/>
    <w:rsid w:val="00BA73E8"/>
    <w:rsid w:val="00BC2225"/>
    <w:rsid w:val="00BD3B1A"/>
    <w:rsid w:val="00BE3DB8"/>
    <w:rsid w:val="00BF27D4"/>
    <w:rsid w:val="00BF4AAF"/>
    <w:rsid w:val="00BF51E9"/>
    <w:rsid w:val="00BF6840"/>
    <w:rsid w:val="00BF6DFC"/>
    <w:rsid w:val="00BF70C0"/>
    <w:rsid w:val="00C00DFF"/>
    <w:rsid w:val="00C07928"/>
    <w:rsid w:val="00C13175"/>
    <w:rsid w:val="00C15085"/>
    <w:rsid w:val="00C21F6E"/>
    <w:rsid w:val="00C24B76"/>
    <w:rsid w:val="00C274B6"/>
    <w:rsid w:val="00C306A1"/>
    <w:rsid w:val="00C3085E"/>
    <w:rsid w:val="00C30FF7"/>
    <w:rsid w:val="00C33FDD"/>
    <w:rsid w:val="00C40275"/>
    <w:rsid w:val="00C43084"/>
    <w:rsid w:val="00C52529"/>
    <w:rsid w:val="00C55C54"/>
    <w:rsid w:val="00C62364"/>
    <w:rsid w:val="00C62898"/>
    <w:rsid w:val="00CA3C1D"/>
    <w:rsid w:val="00CB2607"/>
    <w:rsid w:val="00CC4F64"/>
    <w:rsid w:val="00CC7100"/>
    <w:rsid w:val="00CE0B73"/>
    <w:rsid w:val="00CE70BB"/>
    <w:rsid w:val="00CE7666"/>
    <w:rsid w:val="00CF3F61"/>
    <w:rsid w:val="00D003FA"/>
    <w:rsid w:val="00D12CF4"/>
    <w:rsid w:val="00D20E36"/>
    <w:rsid w:val="00D46840"/>
    <w:rsid w:val="00D565A4"/>
    <w:rsid w:val="00D6300E"/>
    <w:rsid w:val="00D73E39"/>
    <w:rsid w:val="00D82292"/>
    <w:rsid w:val="00D84E70"/>
    <w:rsid w:val="00D87ACA"/>
    <w:rsid w:val="00DA10DA"/>
    <w:rsid w:val="00DA7B7E"/>
    <w:rsid w:val="00DC1DB0"/>
    <w:rsid w:val="00DD1E02"/>
    <w:rsid w:val="00DE3323"/>
    <w:rsid w:val="00DE5C97"/>
    <w:rsid w:val="00E035E5"/>
    <w:rsid w:val="00E0664F"/>
    <w:rsid w:val="00E1044F"/>
    <w:rsid w:val="00E61E1D"/>
    <w:rsid w:val="00E7065F"/>
    <w:rsid w:val="00EA1128"/>
    <w:rsid w:val="00EB0AED"/>
    <w:rsid w:val="00EC1499"/>
    <w:rsid w:val="00EC4653"/>
    <w:rsid w:val="00EC646D"/>
    <w:rsid w:val="00EC6526"/>
    <w:rsid w:val="00ED23E3"/>
    <w:rsid w:val="00ED6F8C"/>
    <w:rsid w:val="00EE7F6C"/>
    <w:rsid w:val="00F110D3"/>
    <w:rsid w:val="00F13160"/>
    <w:rsid w:val="00F14E63"/>
    <w:rsid w:val="00F153F3"/>
    <w:rsid w:val="00F427A4"/>
    <w:rsid w:val="00F46F5F"/>
    <w:rsid w:val="00F64CEB"/>
    <w:rsid w:val="00F66087"/>
    <w:rsid w:val="00F75E9E"/>
    <w:rsid w:val="00F847C3"/>
    <w:rsid w:val="00F9397F"/>
    <w:rsid w:val="00FA5B44"/>
    <w:rsid w:val="00FA6469"/>
    <w:rsid w:val="00FB1614"/>
    <w:rsid w:val="00FB5FE1"/>
    <w:rsid w:val="00FB634F"/>
    <w:rsid w:val="00FD7A4F"/>
    <w:rsid w:val="00FF3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694542"/>
  <w15:docId w15:val="{00F0A153-7C36-4005-8BBF-EE8E391D9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F6B82"/>
    <w:rPr>
      <w:rFonts w:ascii="Times New Roman" w:eastAsia="Times New Roman" w:hAnsi="Times New Roman" w:cs="Times New Roman"/>
      <w:sz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6F6B82"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6F6B8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link w:val="Antrats"/>
    <w:uiPriority w:val="99"/>
    <w:rsid w:val="006F6B82"/>
    <w:rPr>
      <w:rFonts w:ascii="Times New Roman" w:eastAsia="Times New Roman" w:hAnsi="Times New Roman" w:cs="Times New Roman"/>
      <w:sz w:val="24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F6B8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uiPriority w:val="99"/>
    <w:semiHidden/>
    <w:rsid w:val="006F6B82"/>
    <w:rPr>
      <w:rFonts w:ascii="Tahoma" w:eastAsia="Times New Roman" w:hAnsi="Tahoma" w:cs="Tahoma"/>
      <w:sz w:val="16"/>
      <w:szCs w:val="16"/>
    </w:rPr>
  </w:style>
  <w:style w:type="paragraph" w:styleId="Porat">
    <w:name w:val="footer"/>
    <w:basedOn w:val="prastasis"/>
    <w:link w:val="PoratDiagrama"/>
    <w:uiPriority w:val="99"/>
    <w:unhideWhenUsed/>
    <w:rsid w:val="00AB13B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uiPriority w:val="99"/>
    <w:rsid w:val="00AB13B9"/>
    <w:rPr>
      <w:rFonts w:ascii="Times New Roman" w:eastAsia="Times New Roman" w:hAnsi="Times New Roman" w:cs="Times New Roman"/>
      <w:sz w:val="24"/>
      <w:szCs w:val="20"/>
    </w:rPr>
  </w:style>
  <w:style w:type="paragraph" w:styleId="Betarp">
    <w:name w:val="No Spacing"/>
    <w:uiPriority w:val="1"/>
    <w:qFormat/>
    <w:rsid w:val="00EC1499"/>
    <w:pPr>
      <w:suppressAutoHyphens/>
    </w:pPr>
    <w:rPr>
      <w:rFonts w:ascii="Times New Roman" w:eastAsia="Times New Roman" w:hAnsi="Times New Roman" w:cs="Mangal"/>
      <w:szCs w:val="18"/>
      <w:lang w:val="en-US" w:eastAsia="hi-IN" w:bidi="hi-IN"/>
    </w:rPr>
  </w:style>
  <w:style w:type="paragraph" w:styleId="Pataisymai">
    <w:name w:val="Revision"/>
    <w:hidden/>
    <w:uiPriority w:val="99"/>
    <w:semiHidden/>
    <w:rsid w:val="000E7D3B"/>
    <w:rPr>
      <w:rFonts w:ascii="Times New Roman" w:eastAsia="Times New Roman" w:hAnsi="Times New Roman" w:cs="Times New Roman"/>
      <w:sz w:val="24"/>
      <w:lang w:eastAsia="en-US"/>
    </w:rPr>
  </w:style>
  <w:style w:type="table" w:styleId="Lentelstinklelis">
    <w:name w:val="Table Grid"/>
    <w:basedOn w:val="prastojilentel"/>
    <w:uiPriority w:val="59"/>
    <w:rsid w:val="005977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995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reglex\Tmp\28fff0b079c94cbcad068b09a077e8a3.dot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28fff0b079c94cbcad068b09a077e8a3</Template>
  <TotalTime>10</TotalTime>
  <Pages>1</Pages>
  <Words>450</Words>
  <Characters>257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DĖL SKUODO RAJONO SAVIVALDYBĖS ASMENS SU NEGALIA GEROVĖS TARYBOS SUDĖTIES PATVIRTINIMO</vt:lpstr>
      <vt:lpstr/>
    </vt:vector>
  </TitlesOfParts>
  <Manager>2024-05-30</Manager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DĖL SKUODO RAJONO SAVIVALDYBĖS ASMENS SU NEGALIA GEROVĖS TARYBOS SUDĖTIES PATVIRTINIMO</dc:title>
  <dc:subject>T9-99</dc:subject>
  <dc:creator>SKUODO RAJONO SAVIVALDYBĖS TARYBA</dc:creator>
  <cp:keywords/>
  <cp:lastModifiedBy>Sadauskienė, Dalia</cp:lastModifiedBy>
  <cp:revision>3</cp:revision>
  <cp:lastPrinted>2025-02-12T08:40:00Z</cp:lastPrinted>
  <dcterms:created xsi:type="dcterms:W3CDTF">2025-03-19T09:00:00Z</dcterms:created>
  <dcterms:modified xsi:type="dcterms:W3CDTF">2025-03-19T09:02:00Z</dcterms:modified>
  <cp:category>SPRENDIMAS</cp:category>
</cp:coreProperties>
</file>